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468" w:rsidRPr="00632379" w:rsidRDefault="00C07468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632379">
        <w:rPr>
          <w:rFonts w:ascii="Corbel" w:hAnsi="Corbel"/>
          <w:bCs/>
          <w:i/>
        </w:rPr>
        <w:t>Załącznik nr 1.5 do Zarządzenia Rektora UR  nr 12/2019</w:t>
      </w:r>
    </w:p>
    <w:p w:rsidR="00C07468" w:rsidRPr="00632379" w:rsidRDefault="00C0746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2379">
        <w:rPr>
          <w:rFonts w:ascii="Corbel" w:hAnsi="Corbel"/>
          <w:b/>
          <w:smallCaps/>
          <w:sz w:val="24"/>
          <w:szCs w:val="24"/>
        </w:rPr>
        <w:t>SYLABUS</w:t>
      </w:r>
    </w:p>
    <w:p w:rsidR="00F466AA" w:rsidRDefault="00C07468" w:rsidP="00F466AA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3237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466AA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C07468" w:rsidRPr="00632379" w:rsidRDefault="00C0746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3237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632379">
        <w:rPr>
          <w:rFonts w:ascii="Corbel" w:hAnsi="Corbel"/>
          <w:i/>
          <w:sz w:val="20"/>
          <w:szCs w:val="20"/>
        </w:rPr>
        <w:t>(skrajne daty</w:t>
      </w:r>
      <w:r w:rsidRPr="00632379">
        <w:rPr>
          <w:rFonts w:ascii="Corbel" w:hAnsi="Corbel"/>
          <w:sz w:val="20"/>
          <w:szCs w:val="20"/>
        </w:rPr>
        <w:t>)</w:t>
      </w:r>
    </w:p>
    <w:p w:rsidR="00C07468" w:rsidRPr="003B5CCB" w:rsidRDefault="003B5CCB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3B5CCB">
        <w:rPr>
          <w:rFonts w:ascii="Corbel" w:hAnsi="Corbel"/>
          <w:b/>
          <w:sz w:val="20"/>
          <w:szCs w:val="20"/>
        </w:rPr>
        <w:t xml:space="preserve">Rok akademicki </w:t>
      </w:r>
      <w:r w:rsidR="00C07468" w:rsidRPr="003B5CCB">
        <w:rPr>
          <w:rFonts w:ascii="Corbel" w:hAnsi="Corbel"/>
          <w:b/>
          <w:sz w:val="20"/>
          <w:szCs w:val="20"/>
        </w:rPr>
        <w:t>20</w:t>
      </w:r>
      <w:r w:rsidR="00974AB9" w:rsidRPr="003B5CCB">
        <w:rPr>
          <w:rFonts w:ascii="Corbel" w:hAnsi="Corbel"/>
          <w:b/>
          <w:sz w:val="20"/>
          <w:szCs w:val="20"/>
        </w:rPr>
        <w:t>2</w:t>
      </w:r>
      <w:r w:rsidR="00F466AA">
        <w:rPr>
          <w:rFonts w:ascii="Corbel" w:hAnsi="Corbel"/>
          <w:b/>
          <w:sz w:val="20"/>
          <w:szCs w:val="20"/>
        </w:rPr>
        <w:t>4</w:t>
      </w:r>
      <w:r w:rsidR="00C07468" w:rsidRPr="003B5CCB">
        <w:rPr>
          <w:rFonts w:ascii="Corbel" w:hAnsi="Corbel"/>
          <w:b/>
          <w:sz w:val="20"/>
          <w:szCs w:val="20"/>
        </w:rPr>
        <w:t>/202</w:t>
      </w:r>
      <w:r w:rsidR="00F466AA">
        <w:rPr>
          <w:rFonts w:ascii="Corbel" w:hAnsi="Corbel"/>
          <w:b/>
          <w:sz w:val="20"/>
          <w:szCs w:val="20"/>
        </w:rPr>
        <w:t>5</w:t>
      </w:r>
    </w:p>
    <w:p w:rsidR="00C07468" w:rsidRPr="00632379" w:rsidRDefault="00C0746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237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07468" w:rsidRPr="003B5CCB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B5CCB">
              <w:rPr>
                <w:rFonts w:ascii="Corbel" w:hAnsi="Corbel"/>
                <w:sz w:val="24"/>
                <w:szCs w:val="24"/>
              </w:rPr>
              <w:t>Animacja działań środowiskowych na rzecz osób niepełnosprawnych</w:t>
            </w: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07468" w:rsidRPr="00632379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07468" w:rsidRPr="00632379" w:rsidRDefault="00511D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Kolegium Nauk Społecznych</w:t>
            </w: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07468" w:rsidRPr="00632379" w:rsidRDefault="007F3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07468" w:rsidRPr="00632379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07468" w:rsidRPr="00632379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07468" w:rsidRPr="00632379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07468" w:rsidRPr="00632379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07468" w:rsidRPr="003B5CCB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B5CCB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07468" w:rsidRPr="00632379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Przedmioty specjalnościowe, sp. Asystent osoby niepełnosprawnej</w:t>
            </w: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07468" w:rsidRPr="00632379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07468" w:rsidRPr="00632379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632379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C07468" w:rsidRPr="00632379" w:rsidTr="00B819C8">
        <w:tc>
          <w:tcPr>
            <w:tcW w:w="2694" w:type="dxa"/>
            <w:vAlign w:val="center"/>
          </w:tcPr>
          <w:p w:rsidR="00C07468" w:rsidRPr="00632379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07468" w:rsidRPr="00632379" w:rsidRDefault="00C074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07468" w:rsidRPr="00632379" w:rsidRDefault="00C07468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t xml:space="preserve">* </w:t>
      </w:r>
      <w:r w:rsidRPr="00632379">
        <w:rPr>
          <w:rFonts w:ascii="Corbel" w:hAnsi="Corbel"/>
          <w:i/>
          <w:sz w:val="24"/>
          <w:szCs w:val="24"/>
        </w:rPr>
        <w:t>-</w:t>
      </w:r>
      <w:r w:rsidRPr="00632379">
        <w:rPr>
          <w:rFonts w:ascii="Corbel" w:hAnsi="Corbel"/>
          <w:b w:val="0"/>
          <w:i/>
          <w:sz w:val="24"/>
          <w:szCs w:val="24"/>
        </w:rPr>
        <w:t>opcjonalni</w:t>
      </w:r>
      <w:r w:rsidRPr="00632379">
        <w:rPr>
          <w:rFonts w:ascii="Corbel" w:hAnsi="Corbel"/>
          <w:b w:val="0"/>
          <w:sz w:val="24"/>
          <w:szCs w:val="24"/>
        </w:rPr>
        <w:t>e,</w:t>
      </w:r>
      <w:r w:rsidRPr="00632379">
        <w:rPr>
          <w:rFonts w:ascii="Corbel" w:hAnsi="Corbel"/>
          <w:i/>
          <w:sz w:val="24"/>
          <w:szCs w:val="24"/>
        </w:rPr>
        <w:t xml:space="preserve"> </w:t>
      </w:r>
      <w:r w:rsidRPr="0063237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07468" w:rsidRPr="00632379" w:rsidRDefault="00C07468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C07468" w:rsidRPr="00632379" w:rsidRDefault="00C07468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07468" w:rsidRPr="00632379" w:rsidRDefault="00C07468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07468" w:rsidRPr="00632379" w:rsidTr="003B5CCB">
        <w:tc>
          <w:tcPr>
            <w:tcW w:w="1048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32379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3237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32379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3237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3237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32379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3237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3237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32379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3237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3237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32379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3237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3237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C07468" w:rsidRPr="00632379" w:rsidRDefault="00C07468" w:rsidP="003B5C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32379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C07468" w:rsidRPr="00632379" w:rsidTr="003B5CCB">
        <w:trPr>
          <w:trHeight w:val="453"/>
        </w:trPr>
        <w:tc>
          <w:tcPr>
            <w:tcW w:w="1048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07468" w:rsidRPr="00632379" w:rsidTr="003B5CCB">
        <w:trPr>
          <w:trHeight w:val="453"/>
        </w:trPr>
        <w:tc>
          <w:tcPr>
            <w:tcW w:w="1048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C07468" w:rsidRPr="00632379" w:rsidRDefault="00C07468" w:rsidP="003B5C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07468" w:rsidRPr="00632379" w:rsidRDefault="00C07468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07468" w:rsidRPr="00632379" w:rsidRDefault="00C07468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07468" w:rsidRPr="00632379" w:rsidRDefault="00C0746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>1.2.</w:t>
      </w:r>
      <w:r w:rsidRPr="0063237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B5CCB" w:rsidRDefault="003B5CC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C07468" w:rsidRPr="00632379" w:rsidRDefault="00C0746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32379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632379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3B5CCB">
        <w:rPr>
          <w:rFonts w:ascii="Corbel" w:hAnsi="Corbel"/>
          <w:b w:val="0"/>
          <w:smallCaps w:val="0"/>
          <w:szCs w:val="24"/>
          <w:u w:val="single"/>
        </w:rPr>
        <w:t xml:space="preserve">   </w:t>
      </w:r>
      <w:r w:rsidRPr="00632379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C07468" w:rsidRPr="00632379" w:rsidRDefault="00C0746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2379">
        <w:rPr>
          <w:rFonts w:ascii="MS Gothic" w:eastAsia="MS Gothic" w:hAnsi="MS Gothic" w:cs="MS Gothic" w:hint="eastAsia"/>
          <w:b w:val="0"/>
          <w:szCs w:val="24"/>
        </w:rPr>
        <w:t>☐</w:t>
      </w:r>
      <w:r w:rsidRPr="006323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07468" w:rsidRDefault="00C07468" w:rsidP="0036077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 xml:space="preserve">1.3 </w:t>
      </w:r>
      <w:r w:rsidRPr="0063237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60770" w:rsidRPr="00360770" w:rsidRDefault="00360770" w:rsidP="0036077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60770">
        <w:rPr>
          <w:rFonts w:ascii="Corbel" w:hAnsi="Corbel"/>
          <w:b w:val="0"/>
          <w:smallCaps w:val="0"/>
          <w:szCs w:val="24"/>
        </w:rPr>
        <w:t>ZALICZENIE Z OCENĄ</w:t>
      </w:r>
    </w:p>
    <w:p w:rsidR="00C07468" w:rsidRDefault="00C07468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2379">
        <w:rPr>
          <w:rFonts w:ascii="Corbel" w:hAnsi="Corbel"/>
          <w:szCs w:val="24"/>
        </w:rPr>
        <w:t xml:space="preserve">2.Wymagania wstępne </w:t>
      </w:r>
    </w:p>
    <w:p w:rsidR="003B5CCB" w:rsidRPr="00632379" w:rsidRDefault="003B5CC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C07468" w:rsidRPr="00632379" w:rsidTr="00745302">
        <w:tc>
          <w:tcPr>
            <w:tcW w:w="9670" w:type="dxa"/>
          </w:tcPr>
          <w:p w:rsidR="00C07468" w:rsidRPr="003B5CCB" w:rsidRDefault="00C07468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0"/>
              </w:rPr>
            </w:pPr>
            <w:r w:rsidRPr="00632379">
              <w:rPr>
                <w:rFonts w:ascii="Corbel" w:hAnsi="Corbel"/>
                <w:b w:val="0"/>
                <w:bCs/>
                <w:smallCaps w:val="0"/>
                <w:szCs w:val="20"/>
              </w:rPr>
              <w:t>Wiedza i umiejętności z zakresu podstaw pedagogiki i psychologii, pedagogiki specjalnej.</w:t>
            </w:r>
          </w:p>
        </w:tc>
      </w:tr>
    </w:tbl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2379">
        <w:rPr>
          <w:rFonts w:ascii="Corbel" w:hAnsi="Corbel"/>
          <w:szCs w:val="24"/>
        </w:rPr>
        <w:t>3. cele, efekty uczenia się , treści Programowe i stosowane metody Dydaktyczne</w:t>
      </w: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07468" w:rsidRPr="00632379" w:rsidRDefault="00C07468" w:rsidP="009C54AE">
      <w:pPr>
        <w:pStyle w:val="Podpunkty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lastRenderedPageBreak/>
        <w:t>3.1 Cele przedmiotu</w:t>
      </w:r>
    </w:p>
    <w:p w:rsidR="00C07468" w:rsidRPr="00632379" w:rsidRDefault="00C0746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C07468" w:rsidRPr="00632379" w:rsidTr="00923D7D">
        <w:tc>
          <w:tcPr>
            <w:tcW w:w="851" w:type="dxa"/>
            <w:vAlign w:val="center"/>
          </w:tcPr>
          <w:p w:rsidR="00C07468" w:rsidRPr="00632379" w:rsidRDefault="00C074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07468" w:rsidRPr="00632379" w:rsidRDefault="00C07468" w:rsidP="00F473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Przybliżenie studentom różnorodnych propozycji działań środowiskowych, aktywnego funkcjonowania osób z niepełnosprawnością  w przestrzeni społecznej środowisk lokalnych  z  uwzględnieniem systemu pomocy i wsparcia. </w:t>
            </w:r>
          </w:p>
        </w:tc>
      </w:tr>
      <w:tr w:rsidR="00C07468" w:rsidRPr="00632379" w:rsidTr="00923D7D">
        <w:tc>
          <w:tcPr>
            <w:tcW w:w="851" w:type="dxa"/>
            <w:vAlign w:val="center"/>
          </w:tcPr>
          <w:p w:rsidR="00C07468" w:rsidRPr="00632379" w:rsidRDefault="00C074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07468" w:rsidRPr="00632379" w:rsidRDefault="00C074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Stworzenie studentom warunków poznania teoretycznych podstaw oraz praktycznych działań umożliwiających przygotowanie  do pracy w środowisku   z osobami z niepełnosprawnością. </w:t>
            </w:r>
          </w:p>
        </w:tc>
      </w:tr>
    </w:tbl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07468" w:rsidRPr="00632379" w:rsidRDefault="00C07468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b/>
          <w:sz w:val="24"/>
          <w:szCs w:val="24"/>
        </w:rPr>
        <w:t>3.2 Efekty uczenia się dla przedmiotu</w:t>
      </w:r>
      <w:r w:rsidRPr="00632379">
        <w:rPr>
          <w:rFonts w:ascii="Corbel" w:hAnsi="Corbel"/>
          <w:sz w:val="24"/>
          <w:szCs w:val="24"/>
        </w:rPr>
        <w:t xml:space="preserve"> </w:t>
      </w:r>
    </w:p>
    <w:p w:rsidR="00C07468" w:rsidRPr="00632379" w:rsidRDefault="00C0746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714F86" w:rsidRPr="00632379" w:rsidTr="0071620A">
        <w:tc>
          <w:tcPr>
            <w:tcW w:w="1701" w:type="dxa"/>
            <w:vAlign w:val="center"/>
          </w:tcPr>
          <w:p w:rsidR="00C07468" w:rsidRPr="00632379" w:rsidRDefault="00C0746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smallCaps w:val="0"/>
                <w:szCs w:val="24"/>
              </w:rPr>
              <w:t>EK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07468" w:rsidRPr="00632379" w:rsidRDefault="00C0746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07468" w:rsidRPr="00632379" w:rsidRDefault="00C0746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3237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4F86" w:rsidRPr="00632379" w:rsidTr="005E6E85">
        <w:tc>
          <w:tcPr>
            <w:tcW w:w="1701" w:type="dxa"/>
          </w:tcPr>
          <w:p w:rsidR="0032631B" w:rsidRPr="00632379" w:rsidRDefault="003263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32631B" w:rsidRPr="00632379" w:rsidRDefault="00A1362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 xml:space="preserve">dokona charakterystyki podstawowej wiedzy o kulturze materialnej i duchowej w odniesieniu do </w:t>
            </w:r>
            <w:r w:rsidR="00714F86" w:rsidRPr="00632379">
              <w:rPr>
                <w:rFonts w:ascii="Corbel" w:hAnsi="Corbel"/>
                <w:b w:val="0"/>
                <w:bCs/>
                <w:szCs w:val="24"/>
              </w:rPr>
              <w:t xml:space="preserve">osób z niepełnosprawnością i ich rodzin oraz ich społecznego </w:t>
            </w:r>
            <w:r w:rsidRPr="00632379">
              <w:rPr>
                <w:rFonts w:ascii="Corbel" w:hAnsi="Corbel"/>
                <w:b w:val="0"/>
                <w:bCs/>
                <w:szCs w:val="24"/>
              </w:rPr>
              <w:t>funkcjonowania</w:t>
            </w:r>
            <w:r w:rsidR="00714F86" w:rsidRPr="00632379">
              <w:rPr>
                <w:rFonts w:ascii="Corbel" w:hAnsi="Corbel"/>
                <w:b w:val="0"/>
                <w:bCs/>
                <w:szCs w:val="24"/>
              </w:rPr>
              <w:t>, w tym w środowisku rodzinnym</w:t>
            </w:r>
          </w:p>
        </w:tc>
        <w:tc>
          <w:tcPr>
            <w:tcW w:w="1873" w:type="dxa"/>
          </w:tcPr>
          <w:p w:rsidR="0032631B" w:rsidRPr="00632379" w:rsidRDefault="003263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14F86" w:rsidRPr="00632379" w:rsidTr="005E6E85">
        <w:tc>
          <w:tcPr>
            <w:tcW w:w="1701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32631B" w:rsidRPr="0063237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C07468" w:rsidRPr="00632379" w:rsidRDefault="00A1362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scharakteryzuje normy i procedury stosowane w instytucjach i organizacjach zajmujących się pomocą rodzinom osób niepełnosprawnych w sytuacjach kryzysowych w różnych placówkach opiekuńczych, terapeutycznych, interwencyjnych.</w:t>
            </w:r>
          </w:p>
        </w:tc>
        <w:tc>
          <w:tcPr>
            <w:tcW w:w="1873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14F86" w:rsidRPr="00632379" w:rsidTr="005E6E85">
        <w:tc>
          <w:tcPr>
            <w:tcW w:w="1701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31B" w:rsidRPr="0063237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07468" w:rsidRPr="00632379" w:rsidRDefault="00A1362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wymieni i przedstawi podstawowe zasady bezpieczeństwa i higieny pracy w instytucjach i organizacjach  działających na rzecz  rodziny z problemami.</w:t>
            </w:r>
          </w:p>
        </w:tc>
        <w:tc>
          <w:tcPr>
            <w:tcW w:w="1873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714F86" w:rsidRPr="00632379" w:rsidTr="005E6E85">
        <w:tc>
          <w:tcPr>
            <w:tcW w:w="1701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31B" w:rsidRPr="0063237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07468" w:rsidRPr="00632379" w:rsidRDefault="00A1362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dokona próby oceny jakości usług świadczonych na rzecz rodziny przez osoby i instytucje rządowe, a także samorządowe oraz pozarządowe organizacje, stowarzyszenia i fundacje.</w:t>
            </w:r>
          </w:p>
        </w:tc>
        <w:tc>
          <w:tcPr>
            <w:tcW w:w="1873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14F86" w:rsidRPr="00632379" w:rsidTr="005E6E85">
        <w:tc>
          <w:tcPr>
            <w:tcW w:w="1701" w:type="dxa"/>
          </w:tcPr>
          <w:p w:rsidR="0032631B" w:rsidRPr="00632379" w:rsidRDefault="003263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2631B" w:rsidRPr="00632379" w:rsidRDefault="00A1362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zaproponuje plan działania z osobami z niepełnosprawnością i ich rodzinami oraz środowiskowych działań wspierających i pomocowych na  ich rzecz</w:t>
            </w:r>
          </w:p>
        </w:tc>
        <w:tc>
          <w:tcPr>
            <w:tcW w:w="1873" w:type="dxa"/>
          </w:tcPr>
          <w:p w:rsidR="0032631B" w:rsidRPr="00632379" w:rsidRDefault="003263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14F86" w:rsidRPr="00632379" w:rsidTr="005E6E85">
        <w:tc>
          <w:tcPr>
            <w:tcW w:w="1701" w:type="dxa"/>
          </w:tcPr>
          <w:p w:rsidR="0032631B" w:rsidRPr="00632379" w:rsidRDefault="003263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32631B" w:rsidRPr="00632379" w:rsidRDefault="00A1362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oceni przydatność różnych metod, procedur, dobrych praktyk w zakresie rozwiązywania problemów osób z niepełnosprawnością oraz ich rodzin.</w:t>
            </w:r>
          </w:p>
        </w:tc>
        <w:tc>
          <w:tcPr>
            <w:tcW w:w="1873" w:type="dxa"/>
          </w:tcPr>
          <w:p w:rsidR="0032631B" w:rsidRPr="00632379" w:rsidRDefault="003263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714F86" w:rsidRPr="00632379" w:rsidTr="005E6E85">
        <w:tc>
          <w:tcPr>
            <w:tcW w:w="1701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31B" w:rsidRPr="0063237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C07468" w:rsidRPr="00632379" w:rsidRDefault="00A1362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zinterpretuje i oceni własną aktywność pedagogiczną podejmowaną na rzecz rodziny.</w:t>
            </w:r>
          </w:p>
        </w:tc>
        <w:tc>
          <w:tcPr>
            <w:tcW w:w="1873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07468" w:rsidRPr="00632379" w:rsidRDefault="00C0746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2379">
        <w:rPr>
          <w:rFonts w:ascii="Corbel" w:hAnsi="Corbel"/>
          <w:b/>
          <w:sz w:val="24"/>
          <w:szCs w:val="24"/>
        </w:rPr>
        <w:t xml:space="preserve">3.3 Treści programowe </w:t>
      </w:r>
      <w:r w:rsidRPr="00632379">
        <w:rPr>
          <w:rFonts w:ascii="Corbel" w:hAnsi="Corbel"/>
          <w:sz w:val="24"/>
          <w:szCs w:val="24"/>
        </w:rPr>
        <w:t xml:space="preserve">  </w:t>
      </w:r>
    </w:p>
    <w:p w:rsidR="00C07468" w:rsidRPr="00632379" w:rsidRDefault="00C07468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t xml:space="preserve">Problematyka wykładu </w:t>
      </w:r>
    </w:p>
    <w:p w:rsidR="00C07468" w:rsidRPr="00632379" w:rsidRDefault="00C0746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07468" w:rsidRPr="00632379" w:rsidTr="00923D7D">
        <w:tc>
          <w:tcPr>
            <w:tcW w:w="9639" w:type="dxa"/>
          </w:tcPr>
          <w:p w:rsidR="00C07468" w:rsidRPr="00632379" w:rsidRDefault="00C0746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A13625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Wspomaganie, wsparcie, system środowiskowego wsparcia wobec osób z niepełnosprawnością.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A13625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Uczestnictwo społeczne osób z niepełnosprawnością – różnorodność podejść definicyjnych, metodologicznych, tematycznych.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A13625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lastRenderedPageBreak/>
              <w:t xml:space="preserve">Uwarunkowania społecznego uczestnictwa osób z niepełnosprawnością, regulacje prawne, bariery, działania </w:t>
            </w:r>
            <w:proofErr w:type="spellStart"/>
            <w:r w:rsidRPr="00632379">
              <w:rPr>
                <w:rFonts w:ascii="Corbel" w:hAnsi="Corbel"/>
                <w:sz w:val="24"/>
                <w:szCs w:val="24"/>
              </w:rPr>
              <w:t>pozaformalne</w:t>
            </w:r>
            <w:proofErr w:type="spellEnd"/>
            <w:r w:rsidRPr="00632379">
              <w:rPr>
                <w:rFonts w:ascii="Corbel" w:hAnsi="Corbel"/>
                <w:sz w:val="24"/>
                <w:szCs w:val="24"/>
              </w:rPr>
              <w:t xml:space="preserve">. Polityka państwa wobec osób niepełnosprawnych. Dylematy systemowe.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A13625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Procesy spostrzegania, stygmatyzacja, socjalizacja.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A13625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Uczestnictwo społeczne osób z niepełnosprawnością. Style uczestnictwa społecznego. Uczestnictwo społeczne w kulturze, sztuce podstawą rehabilitacji, edukacji, i twórczej aktywności artystycznej osób z niepełnosprawnością.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A13625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Przynależność do organizacji społecznych. Ekonomia społeczna w obszarze usług społecznych dla osób  z niepełnosprawnością.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A13625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Społeczność lokalna, kontakty z sąsiadami.  Uwarunkowania kontaktów społecznych. Style społecznego uczestnictwa. Egzystencja wśród pełnosprawnych.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A13625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Kompetencje uczestnictwa społecznego. Normalizacja i synchronizacja życia. Zaangażowanie versus obojętność. Rozmiary upodmiotowienia.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Jednostkowe doświadczenia i momenty przełomowe. </w:t>
            </w:r>
          </w:p>
          <w:p w:rsidR="00C07468" w:rsidRPr="00632379" w:rsidRDefault="00C07468" w:rsidP="00A13625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Inni, obcy, miejsce innego. Perspektywy samorealizacji.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A13625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Udział osób z niepełnosprawnością w życiu społecznym. Rehabilitacja przez udział w życiu społecznym.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Kształtowanie środowiska życia i modelu edukacji. Komunikacja społeczna i funkcjonowanie w grupie osób z ograniczeniami sprawności.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Modele pomocy i wsparcia. Rola organizacji gospodarki społecznej w procesie aktywizacji i integracji społeczno</w:t>
            </w:r>
            <w:r w:rsidR="00A13625" w:rsidRPr="00632379">
              <w:rPr>
                <w:rFonts w:ascii="Corbel" w:hAnsi="Corbel"/>
                <w:sz w:val="24"/>
                <w:szCs w:val="24"/>
              </w:rPr>
              <w:t>-</w:t>
            </w:r>
            <w:r w:rsidRPr="00632379">
              <w:rPr>
                <w:rFonts w:ascii="Corbel" w:hAnsi="Corbel"/>
                <w:sz w:val="24"/>
                <w:szCs w:val="24"/>
              </w:rPr>
              <w:t xml:space="preserve">zawodowej osób z niepełnosprawnością: funkcje, możliwości, perspektywy.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Kompetentne pomaganie. Wybrane koncepcje i metody indywidualnej rehabilitacji i społecznej integracji osób niepełnosprawnych w praktyce edukacyjnej. </w:t>
            </w:r>
          </w:p>
        </w:tc>
      </w:tr>
    </w:tbl>
    <w:p w:rsidR="00C07468" w:rsidRPr="00632379" w:rsidRDefault="00C0746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C07468" w:rsidRPr="00632379" w:rsidRDefault="00C07468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07468" w:rsidRPr="00632379" w:rsidRDefault="00C0746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07468" w:rsidRPr="00632379" w:rsidTr="00923D7D">
        <w:tc>
          <w:tcPr>
            <w:tcW w:w="9639" w:type="dxa"/>
          </w:tcPr>
          <w:p w:rsidR="00C07468" w:rsidRPr="00632379" w:rsidRDefault="00C0746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Kierunki i formy działań na rzecz osób niepełnosprawnych w środowisku.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Uwarunkowania rozwoju współpracy instytucji publicznych i organizacji pozarządowych.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Lokalne systemy pomocy i wsparcia.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Profesjonalizacja kadry pomocy społecznej.  O etyce służb społecznych.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Działalność organizacji społecznych.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Wsparcie rehabilitacyjne, psychologiczne, informacyjne.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Instytucje rehabilitacyjne. 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Zatrudnienie socjalne w centrum integracji społecznej.  </w:t>
            </w:r>
          </w:p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Programy na rzecz wyrównywania szans osób niepełnosprawnych. </w:t>
            </w:r>
          </w:p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Działalność stowarzyszeń rodziców dzieci niepełnosprawnych.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Programy PEFRONU.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Organizacje pozarządowe. </w:t>
            </w:r>
          </w:p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Stowarzyszenia – rodzaje, cele. 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Ośrodki pomocy społecznej. MOPS.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Warsztaty terapii zajęciowej.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Wolontariat.</w:t>
            </w:r>
          </w:p>
        </w:tc>
      </w:tr>
      <w:tr w:rsidR="00C07468" w:rsidRPr="00632379" w:rsidTr="00923D7D">
        <w:tc>
          <w:tcPr>
            <w:tcW w:w="9639" w:type="dxa"/>
          </w:tcPr>
          <w:p w:rsidR="00C07468" w:rsidRPr="00632379" w:rsidRDefault="00C07468" w:rsidP="000966A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Instytucje środowiskowej pomocy społecznej </w:t>
            </w:r>
          </w:p>
        </w:tc>
      </w:tr>
    </w:tbl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07468" w:rsidRPr="00632379" w:rsidRDefault="003B5CC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07468" w:rsidRPr="00632379">
        <w:rPr>
          <w:rFonts w:ascii="Corbel" w:hAnsi="Corbel"/>
          <w:smallCaps w:val="0"/>
          <w:szCs w:val="24"/>
        </w:rPr>
        <w:lastRenderedPageBreak/>
        <w:t>3.4 Metody dydaktyczne</w:t>
      </w:r>
      <w:r w:rsidR="00C07468" w:rsidRPr="00632379">
        <w:rPr>
          <w:rFonts w:ascii="Corbel" w:hAnsi="Corbel"/>
          <w:b w:val="0"/>
          <w:smallCaps w:val="0"/>
          <w:szCs w:val="24"/>
        </w:rPr>
        <w:t xml:space="preserve"> </w:t>
      </w: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7468" w:rsidRPr="00632379" w:rsidRDefault="00C07468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632379">
        <w:rPr>
          <w:rFonts w:ascii="Corbel" w:hAnsi="Corbel"/>
          <w:b w:val="0"/>
          <w:iCs/>
          <w:smallCaps w:val="0"/>
          <w:szCs w:val="24"/>
        </w:rPr>
        <w:t xml:space="preserve">Wykład: wykład problemowy, wykład z prezentacją multimedialną, </w:t>
      </w:r>
    </w:p>
    <w:p w:rsidR="00C07468" w:rsidRPr="00632379" w:rsidRDefault="00C07468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632379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(projekt praktyczny), praca w grupach (rozwiązywanie zadań, dyskusja), </w:t>
      </w:r>
    </w:p>
    <w:p w:rsidR="00A13625" w:rsidRPr="00632379" w:rsidRDefault="00A1362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C07468" w:rsidRPr="00632379" w:rsidRDefault="00C0746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 xml:space="preserve">4. METODY I KRYTERIA OCENY </w:t>
      </w:r>
    </w:p>
    <w:p w:rsidR="00C07468" w:rsidRPr="00632379" w:rsidRDefault="00C0746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07468" w:rsidRPr="00632379" w:rsidRDefault="00C0746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>4.1 Sposoby weryfikacji efektów uczenia się</w:t>
      </w: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C07468" w:rsidRPr="00632379" w:rsidTr="00A13625">
        <w:tc>
          <w:tcPr>
            <w:tcW w:w="1962" w:type="dxa"/>
            <w:vAlign w:val="center"/>
          </w:tcPr>
          <w:p w:rsidR="00C07468" w:rsidRPr="00632379" w:rsidRDefault="00C0746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07468" w:rsidRPr="00632379" w:rsidRDefault="00C0746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B5CCB"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C07468" w:rsidRPr="00632379" w:rsidRDefault="00C0746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07468" w:rsidRPr="00632379" w:rsidRDefault="00C0746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07468" w:rsidRPr="00632379" w:rsidRDefault="00C0746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3B5CC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07468" w:rsidRPr="00632379" w:rsidTr="00A13625">
        <w:tc>
          <w:tcPr>
            <w:tcW w:w="1962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237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237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 w:rsidR="003B5C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7468" w:rsidRPr="00632379" w:rsidTr="00A13625">
        <w:tc>
          <w:tcPr>
            <w:tcW w:w="1962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C07468" w:rsidRPr="00632379" w:rsidRDefault="00C07468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C07468" w:rsidRPr="00632379" w:rsidRDefault="00C07468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 w:rsidR="003B5C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7468" w:rsidRPr="00632379" w:rsidTr="00A13625">
        <w:tc>
          <w:tcPr>
            <w:tcW w:w="1962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C07468" w:rsidRPr="00632379" w:rsidRDefault="00C07468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C07468" w:rsidRPr="00632379" w:rsidRDefault="00C07468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 w:rsidR="003B5C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7468" w:rsidRPr="00632379" w:rsidTr="00A13625">
        <w:tc>
          <w:tcPr>
            <w:tcW w:w="1962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C07468" w:rsidRPr="00632379" w:rsidRDefault="00C07468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C07468" w:rsidRPr="00632379" w:rsidRDefault="00C07468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 w:rsidR="003B5C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13625" w:rsidRPr="00632379" w:rsidTr="00A13625">
        <w:tc>
          <w:tcPr>
            <w:tcW w:w="1962" w:type="dxa"/>
          </w:tcPr>
          <w:p w:rsidR="00A13625" w:rsidRPr="00632379" w:rsidRDefault="00A13625" w:rsidP="00A136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A13625" w:rsidRPr="00632379" w:rsidRDefault="00A13625" w:rsidP="00A1362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A13625" w:rsidRPr="00632379" w:rsidRDefault="00A13625" w:rsidP="00A136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 w:rsidR="003B5C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13625" w:rsidRPr="00632379" w:rsidTr="00A13625">
        <w:tc>
          <w:tcPr>
            <w:tcW w:w="1962" w:type="dxa"/>
          </w:tcPr>
          <w:p w:rsidR="00A13625" w:rsidRPr="00632379" w:rsidRDefault="00A13625" w:rsidP="00A136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A13625" w:rsidRPr="00632379" w:rsidRDefault="00A13625" w:rsidP="00A1362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A13625" w:rsidRPr="00632379" w:rsidRDefault="00A13625" w:rsidP="00A136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 w:rsidR="003B5C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13625" w:rsidRPr="00632379" w:rsidTr="00A13625">
        <w:tc>
          <w:tcPr>
            <w:tcW w:w="1962" w:type="dxa"/>
          </w:tcPr>
          <w:p w:rsidR="00A13625" w:rsidRPr="00632379" w:rsidRDefault="00A13625" w:rsidP="00A136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A13625" w:rsidRPr="00632379" w:rsidRDefault="00A13625" w:rsidP="00A1362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A13625" w:rsidRPr="00632379" w:rsidRDefault="00A13625" w:rsidP="00A136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 w:rsidR="003B5CC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7468" w:rsidRPr="00632379" w:rsidRDefault="00C0746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07468" w:rsidRPr="00632379" w:rsidRDefault="00C0746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C07468" w:rsidRPr="00632379" w:rsidTr="00923D7D">
        <w:tc>
          <w:tcPr>
            <w:tcW w:w="9670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07468" w:rsidRPr="00632379" w:rsidRDefault="00C07468" w:rsidP="00714F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- obecność i aktywność na zajęciach</w:t>
            </w:r>
            <w:r w:rsidR="00714F86" w:rsidRPr="00632379">
              <w:rPr>
                <w:rFonts w:ascii="Corbel" w:hAnsi="Corbel"/>
                <w:sz w:val="24"/>
                <w:szCs w:val="24"/>
              </w:rPr>
              <w:t>,</w:t>
            </w:r>
          </w:p>
          <w:p w:rsidR="00C07468" w:rsidRPr="00632379" w:rsidRDefault="00C07468" w:rsidP="00714F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- studiowanie literatury przedmiotu</w:t>
            </w:r>
            <w:r w:rsidR="00714F86" w:rsidRPr="00632379">
              <w:rPr>
                <w:rFonts w:ascii="Corbel" w:hAnsi="Corbel"/>
                <w:sz w:val="24"/>
                <w:szCs w:val="24"/>
              </w:rPr>
              <w:t>,</w:t>
            </w:r>
          </w:p>
          <w:p w:rsidR="00714F86" w:rsidRPr="00632379" w:rsidRDefault="00714F86" w:rsidP="00714F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- pozytywna ocena z kolokwium,</w:t>
            </w:r>
          </w:p>
          <w:p w:rsidR="00714F86" w:rsidRPr="00632379" w:rsidRDefault="00C07468" w:rsidP="00714F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- przygotowanie pracy </w:t>
            </w:r>
            <w:r w:rsidR="00714F86" w:rsidRPr="00632379">
              <w:rPr>
                <w:rFonts w:ascii="Corbel" w:hAnsi="Corbel"/>
                <w:sz w:val="24"/>
                <w:szCs w:val="24"/>
              </w:rPr>
              <w:t>projektowej</w:t>
            </w:r>
            <w:r w:rsidR="00714F86" w:rsidRPr="006323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7468" w:rsidRPr="00632379" w:rsidRDefault="00C074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237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714F86" w:rsidRPr="00632379" w:rsidTr="003E1941">
        <w:tc>
          <w:tcPr>
            <w:tcW w:w="4962" w:type="dxa"/>
            <w:vAlign w:val="center"/>
          </w:tcPr>
          <w:p w:rsidR="00C07468" w:rsidRPr="00632379" w:rsidRDefault="00C07468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237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07468" w:rsidRPr="00632379" w:rsidRDefault="00C07468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237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4F86" w:rsidRPr="00632379" w:rsidTr="00923D7D">
        <w:tc>
          <w:tcPr>
            <w:tcW w:w="4962" w:type="dxa"/>
          </w:tcPr>
          <w:p w:rsidR="00C07468" w:rsidRPr="00632379" w:rsidRDefault="00C07468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632379">
              <w:t>z harmonogramu</w:t>
            </w:r>
            <w:r w:rsidRPr="00632379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C07468" w:rsidRPr="00632379" w:rsidRDefault="00C07468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14F86" w:rsidRPr="00632379" w:rsidTr="00923D7D">
        <w:tc>
          <w:tcPr>
            <w:tcW w:w="4962" w:type="dxa"/>
          </w:tcPr>
          <w:p w:rsidR="00C07468" w:rsidRPr="00632379" w:rsidRDefault="00C07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07468" w:rsidRPr="00632379" w:rsidRDefault="00C07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07468" w:rsidRPr="00632379" w:rsidRDefault="00714F86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4F86" w:rsidRPr="00632379" w:rsidTr="00923D7D">
        <w:tc>
          <w:tcPr>
            <w:tcW w:w="4962" w:type="dxa"/>
          </w:tcPr>
          <w:p w:rsidR="00C07468" w:rsidRPr="00632379" w:rsidRDefault="00C07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237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237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07468" w:rsidRPr="00632379" w:rsidRDefault="00C07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4F86" w:rsidRPr="00632379">
              <w:rPr>
                <w:rFonts w:ascii="Corbel" w:hAnsi="Corbel"/>
                <w:sz w:val="24"/>
                <w:szCs w:val="24"/>
              </w:rPr>
              <w:t>przygotowanie do kolokwium, studiowanie literatury, przygotowanie pracy projektowej</w:t>
            </w:r>
            <w:r w:rsidRPr="0063237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07468" w:rsidRPr="00632379" w:rsidRDefault="00C07468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7</w:t>
            </w:r>
            <w:r w:rsidR="00714F86" w:rsidRPr="0063237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14F86" w:rsidRPr="00632379" w:rsidTr="00923D7D">
        <w:tc>
          <w:tcPr>
            <w:tcW w:w="4962" w:type="dxa"/>
          </w:tcPr>
          <w:p w:rsidR="00C07468" w:rsidRPr="00632379" w:rsidRDefault="00C07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07468" w:rsidRPr="00632379" w:rsidRDefault="00C07468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714F86" w:rsidRPr="00632379" w:rsidTr="00923D7D">
        <w:tc>
          <w:tcPr>
            <w:tcW w:w="4962" w:type="dxa"/>
          </w:tcPr>
          <w:p w:rsidR="00C07468" w:rsidRPr="00632379" w:rsidRDefault="00C07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237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07468" w:rsidRPr="00632379" w:rsidRDefault="00C07468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07468" w:rsidRPr="00632379" w:rsidRDefault="00C0746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237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07468" w:rsidRPr="00632379" w:rsidRDefault="003B5C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>6. PRAKTYKI ZAWODOWE W RAMACH PRZEDMIOTU</w:t>
      </w:r>
    </w:p>
    <w:p w:rsidR="00C07468" w:rsidRPr="00632379" w:rsidRDefault="00C07468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C07468" w:rsidRPr="00632379" w:rsidTr="0071620A">
        <w:trPr>
          <w:trHeight w:val="397"/>
        </w:trPr>
        <w:tc>
          <w:tcPr>
            <w:tcW w:w="3544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07468" w:rsidRPr="00632379" w:rsidTr="0071620A">
        <w:trPr>
          <w:trHeight w:val="397"/>
        </w:trPr>
        <w:tc>
          <w:tcPr>
            <w:tcW w:w="3544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07468" w:rsidRPr="00632379" w:rsidRDefault="00C074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 xml:space="preserve">7. LITERATURA </w:t>
      </w:r>
    </w:p>
    <w:p w:rsidR="00C07468" w:rsidRPr="00632379" w:rsidRDefault="00C0746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C07468" w:rsidRPr="00632379" w:rsidTr="0071620A">
        <w:trPr>
          <w:trHeight w:val="397"/>
        </w:trPr>
        <w:tc>
          <w:tcPr>
            <w:tcW w:w="7513" w:type="dxa"/>
          </w:tcPr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W. Dykcik (2005)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specjalna wobec aktualnych sytuacji i problemów osób niepełnosprawnych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PTP Poznań.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H. Żuraw (2008)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Udział osób niepełnosprawnych w życiu społecznym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>, Wyd. ŻAK Warszawa.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J. Hoffman (2008)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Wspólnota działań szansą skutecznego wsparcia wykluczonych,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Wyd. WSZ „KADRY DLA EUROPY” Poznań.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J. Baran, G. Gunia (2013)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oddziaływań profilaktyczno-wspierających rozwój osób z niepełnosprawnością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Wyd. Impuls Kraków.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W. Dykcik (2010)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Tendencje rozwoju pedagogiki specjalnej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PTP Poznań.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632379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(2006)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Pomoc dzieciom i młodzieży niepełnosprawnym intelektualnie, 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Wyd. UR Rzeszów.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J. Szymanowska (1981)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Środowiskowe wspomaganie osób chorych i niepełnosprawnych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(w) Niepełnosprawność i Rehabilitacja, Nr 1, s. 33-47.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J. Iwański, D. Owczarska(2010)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Potrzeba bycia rozumianym. Komunikacja społeczna i funkcjonowanie w grupie osób z ograniczeniami sprawności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Wyd. SCHOLAR Warszawa.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A. Krause (2001)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Paradygmaty w pedagogice specjalnej, Impuls Kraków.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K. Barłóg (2014)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Systemowość oddziaływań w edukacji, rehabilitacji                          i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psychospołecznej integracji, jako przejaw troski o osobę </w:t>
            </w:r>
            <w:r w:rsidR="00714F86"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niepełnosprawnością,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UR Rzeszów.</w:t>
            </w:r>
          </w:p>
        </w:tc>
      </w:tr>
      <w:tr w:rsidR="00C07468" w:rsidRPr="00632379" w:rsidTr="0071620A">
        <w:trPr>
          <w:trHeight w:val="397"/>
        </w:trPr>
        <w:tc>
          <w:tcPr>
            <w:tcW w:w="7513" w:type="dxa"/>
          </w:tcPr>
          <w:p w:rsidR="00714F86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A. Brzezińska (2010)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potrzeb i modele pomocy dla osób z ograniczeniami sprawności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Wyd. SCHOLRAR Warszawa.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A. Twardowski (2009)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Wczesne wspomaganie rozwoju dzieci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zagrożonych niepełnosprawnością w rodzinie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. Wyd. UAM Poznań.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Teoretyczne i metodologiczne konteksty pedagogiki specjalnej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(w) Niepełnosprawność nr 1/2009.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Perspektywy i drogi rozwoju pedagogiki specjalnej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(w) Niepełnosprawność, Nr 5/2011. </w:t>
            </w:r>
          </w:p>
          <w:p w:rsidR="00C07468" w:rsidRPr="00632379" w:rsidRDefault="00C07468" w:rsidP="003C31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W. Jedynak (2012)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Wyzwania dla pomocy społecznej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>, Wyd. UR Rzeszów</w:t>
            </w:r>
            <w:r w:rsidR="00714F86" w:rsidRPr="006323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C07468" w:rsidRPr="00632379" w:rsidRDefault="00C0746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07468" w:rsidRPr="00632379" w:rsidRDefault="00C0746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07468" w:rsidRPr="009C54AE" w:rsidRDefault="00C0746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237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07468" w:rsidRPr="009C54AE" w:rsidSect="003B5CCB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A61" w:rsidRDefault="001F6A61" w:rsidP="00C16ABF">
      <w:pPr>
        <w:spacing w:after="0" w:line="240" w:lineRule="auto"/>
      </w:pPr>
      <w:r>
        <w:separator/>
      </w:r>
    </w:p>
  </w:endnote>
  <w:endnote w:type="continuationSeparator" w:id="0">
    <w:p w:rsidR="001F6A61" w:rsidRDefault="001F6A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A61" w:rsidRDefault="001F6A61" w:rsidP="00C16ABF">
      <w:pPr>
        <w:spacing w:after="0" w:line="240" w:lineRule="auto"/>
      </w:pPr>
      <w:r>
        <w:separator/>
      </w:r>
    </w:p>
  </w:footnote>
  <w:footnote w:type="continuationSeparator" w:id="0">
    <w:p w:rsidR="001F6A61" w:rsidRDefault="001F6A61" w:rsidP="00C16ABF">
      <w:pPr>
        <w:spacing w:after="0" w:line="240" w:lineRule="auto"/>
      </w:pPr>
      <w:r>
        <w:continuationSeparator/>
      </w:r>
    </w:p>
  </w:footnote>
  <w:footnote w:id="1">
    <w:p w:rsidR="00C07468" w:rsidRDefault="00C074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B6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6A9"/>
    <w:rsid w:val="00096C46"/>
    <w:rsid w:val="000A296F"/>
    <w:rsid w:val="000A2A28"/>
    <w:rsid w:val="000B192D"/>
    <w:rsid w:val="000B28EE"/>
    <w:rsid w:val="000B3E37"/>
    <w:rsid w:val="000D04B0"/>
    <w:rsid w:val="000D6E86"/>
    <w:rsid w:val="000F1C57"/>
    <w:rsid w:val="000F5615"/>
    <w:rsid w:val="001126A9"/>
    <w:rsid w:val="0012406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E1E3F"/>
    <w:rsid w:val="001F2CA2"/>
    <w:rsid w:val="001F6A6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31B"/>
    <w:rsid w:val="003343CF"/>
    <w:rsid w:val="00346FE9"/>
    <w:rsid w:val="0034759A"/>
    <w:rsid w:val="003503F6"/>
    <w:rsid w:val="003530DD"/>
    <w:rsid w:val="00360770"/>
    <w:rsid w:val="00363F78"/>
    <w:rsid w:val="003A0A5B"/>
    <w:rsid w:val="003A1176"/>
    <w:rsid w:val="003B5CCB"/>
    <w:rsid w:val="003C0BAE"/>
    <w:rsid w:val="003C31C2"/>
    <w:rsid w:val="003D18A9"/>
    <w:rsid w:val="003D6CE2"/>
    <w:rsid w:val="003E1941"/>
    <w:rsid w:val="003E2FE6"/>
    <w:rsid w:val="003E49D5"/>
    <w:rsid w:val="003F38C0"/>
    <w:rsid w:val="003F77BB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0239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D64DE"/>
    <w:rsid w:val="004F1551"/>
    <w:rsid w:val="004F55A3"/>
    <w:rsid w:val="004F6228"/>
    <w:rsid w:val="0050496F"/>
    <w:rsid w:val="00511D53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1D5A"/>
    <w:rsid w:val="005C55E5"/>
    <w:rsid w:val="005C696A"/>
    <w:rsid w:val="005D12A6"/>
    <w:rsid w:val="005E6E85"/>
    <w:rsid w:val="005F31D2"/>
    <w:rsid w:val="0061029B"/>
    <w:rsid w:val="00617230"/>
    <w:rsid w:val="00621CE1"/>
    <w:rsid w:val="00627FC9"/>
    <w:rsid w:val="00632379"/>
    <w:rsid w:val="00647FA8"/>
    <w:rsid w:val="00650C5F"/>
    <w:rsid w:val="00654934"/>
    <w:rsid w:val="006620D9"/>
    <w:rsid w:val="00671958"/>
    <w:rsid w:val="00675843"/>
    <w:rsid w:val="00685D89"/>
    <w:rsid w:val="00692004"/>
    <w:rsid w:val="00696477"/>
    <w:rsid w:val="006A36EF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4F86"/>
    <w:rsid w:val="0071620A"/>
    <w:rsid w:val="00720744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E13"/>
    <w:rsid w:val="007F4155"/>
    <w:rsid w:val="0080379F"/>
    <w:rsid w:val="0081554D"/>
    <w:rsid w:val="0081707E"/>
    <w:rsid w:val="0082797B"/>
    <w:rsid w:val="008449B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D5F36"/>
    <w:rsid w:val="008E6036"/>
    <w:rsid w:val="008E64F4"/>
    <w:rsid w:val="008F12C9"/>
    <w:rsid w:val="008F6E29"/>
    <w:rsid w:val="00901A2D"/>
    <w:rsid w:val="00916188"/>
    <w:rsid w:val="00921C4E"/>
    <w:rsid w:val="00923D7D"/>
    <w:rsid w:val="00945B08"/>
    <w:rsid w:val="009508DF"/>
    <w:rsid w:val="00950DAC"/>
    <w:rsid w:val="00954A07"/>
    <w:rsid w:val="00956799"/>
    <w:rsid w:val="009658E0"/>
    <w:rsid w:val="00974AB9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9F564D"/>
    <w:rsid w:val="00A00ECC"/>
    <w:rsid w:val="00A13625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2747"/>
    <w:rsid w:val="00A84C85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4A5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07468"/>
    <w:rsid w:val="00C12F96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24D"/>
    <w:rsid w:val="00C67E92"/>
    <w:rsid w:val="00C70A26"/>
    <w:rsid w:val="00C766DF"/>
    <w:rsid w:val="00C94B98"/>
    <w:rsid w:val="00CA2B96"/>
    <w:rsid w:val="00CA5089"/>
    <w:rsid w:val="00CA773C"/>
    <w:rsid w:val="00CB42CB"/>
    <w:rsid w:val="00CC649A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16BB"/>
    <w:rsid w:val="00D552B2"/>
    <w:rsid w:val="00D608D1"/>
    <w:rsid w:val="00D74119"/>
    <w:rsid w:val="00D8075B"/>
    <w:rsid w:val="00D8678B"/>
    <w:rsid w:val="00DA2114"/>
    <w:rsid w:val="00DA4EBE"/>
    <w:rsid w:val="00DD189D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30769"/>
    <w:rsid w:val="00E34A2F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42C4"/>
    <w:rsid w:val="00EE5457"/>
    <w:rsid w:val="00F070AB"/>
    <w:rsid w:val="00F103A3"/>
    <w:rsid w:val="00F17567"/>
    <w:rsid w:val="00F27A7B"/>
    <w:rsid w:val="00F466AA"/>
    <w:rsid w:val="00F47336"/>
    <w:rsid w:val="00F526AF"/>
    <w:rsid w:val="00F617C3"/>
    <w:rsid w:val="00F7066B"/>
    <w:rsid w:val="00F74C4C"/>
    <w:rsid w:val="00F76848"/>
    <w:rsid w:val="00F83B28"/>
    <w:rsid w:val="00FA46E5"/>
    <w:rsid w:val="00FB7DBA"/>
    <w:rsid w:val="00FC1C25"/>
    <w:rsid w:val="00FC259B"/>
    <w:rsid w:val="00FC3F45"/>
    <w:rsid w:val="00FD503F"/>
    <w:rsid w:val="00FD7129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E35DAA-03BF-4470-9AA1-481C4ADC8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004BB6"/>
    <w:pPr>
      <w:ind w:left="720"/>
      <w:contextualSpacing/>
    </w:pPr>
  </w:style>
  <w:style w:type="character" w:customStyle="1" w:styleId="HeaderChar1">
    <w:name w:val="Header Char1"/>
    <w:uiPriority w:val="99"/>
    <w:locked/>
    <w:rsid w:val="00004BB6"/>
    <w:rPr>
      <w:rFonts w:ascii="Calibri" w:hAnsi="Calibri"/>
      <w:sz w:val="22"/>
    </w:rPr>
  </w:style>
  <w:style w:type="character" w:customStyle="1" w:styleId="TitleChar1">
    <w:name w:val="Title Char1"/>
    <w:uiPriority w:val="99"/>
    <w:locked/>
    <w:rsid w:val="00F47336"/>
    <w:rPr>
      <w:b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511D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2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1379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11</cp:revision>
  <cp:lastPrinted>2019-02-06T12:12:00Z</cp:lastPrinted>
  <dcterms:created xsi:type="dcterms:W3CDTF">2021-01-11T16:15:00Z</dcterms:created>
  <dcterms:modified xsi:type="dcterms:W3CDTF">2022-02-23T13:31:00Z</dcterms:modified>
</cp:coreProperties>
</file>